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14" w:rsidRPr="004C47E2" w:rsidRDefault="007C7714">
      <w:pPr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br w:type="page"/>
      </w:r>
    </w:p>
    <w:p w:rsidR="00CA3762" w:rsidRDefault="00CA3762" w:rsidP="00CA3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762" w:rsidRDefault="00CA3762" w:rsidP="00CA3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762" w:rsidRDefault="00CA3762" w:rsidP="00CA3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762" w:rsidRDefault="00CA3762" w:rsidP="00CA3762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</w:p>
    <w:p w:rsidR="009245AF" w:rsidRPr="004C47E2" w:rsidRDefault="009245AF" w:rsidP="00CA3762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THESIS TITLE AT TOP WITH</w:t>
      </w:r>
    </w:p>
    <w:p w:rsidR="009245AF" w:rsidRPr="004C47E2" w:rsidRDefault="009245AF" w:rsidP="00CA3762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A SECOND LINE OF THE TITLE</w:t>
      </w:r>
    </w:p>
    <w:p w:rsidR="009245AF" w:rsidRPr="004C47E2" w:rsidRDefault="009245AF" w:rsidP="00CA3762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AND EVEN A THIRD LINE OR MORE</w:t>
      </w:r>
    </w:p>
    <w:p w:rsidR="00231A45" w:rsidRPr="004C47E2" w:rsidRDefault="00231A45" w:rsidP="00CA37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A45" w:rsidRPr="004C47E2" w:rsidRDefault="00231A45" w:rsidP="00CA37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A45" w:rsidRDefault="00231A45" w:rsidP="00CA37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3762" w:rsidRDefault="00CA3762" w:rsidP="00CA37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3762" w:rsidRDefault="00CA3762" w:rsidP="00CA37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3762" w:rsidRDefault="00CA3762" w:rsidP="00CA37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3762" w:rsidRDefault="00CA3762" w:rsidP="00CA37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3762" w:rsidRPr="004C47E2" w:rsidRDefault="00CA3762" w:rsidP="00CA37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A45" w:rsidRPr="004C47E2" w:rsidRDefault="00231A45" w:rsidP="00CA3762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A3762" w:rsidRDefault="00CA3762" w:rsidP="00CA3762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9245AF" w:rsidRPr="004C47E2">
        <w:rPr>
          <w:rFonts w:ascii="Times New Roman" w:hAnsi="Times New Roman"/>
          <w:sz w:val="24"/>
          <w:szCs w:val="24"/>
        </w:rPr>
        <w:t>y</w:t>
      </w:r>
      <w:proofErr w:type="gramEnd"/>
    </w:p>
    <w:p w:rsidR="009245AF" w:rsidRPr="004C47E2" w:rsidRDefault="009245AF" w:rsidP="00CA3762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{Name of Author</w:t>
      </w:r>
      <w:r w:rsidR="00BA17DD">
        <w:rPr>
          <w:rFonts w:ascii="Times New Roman" w:hAnsi="Times New Roman"/>
          <w:sz w:val="24"/>
          <w:szCs w:val="24"/>
        </w:rPr>
        <w:t xml:space="preserve"> – don’t include brackets here or anywhere else in template</w:t>
      </w:r>
      <w:r w:rsidRPr="004C47E2">
        <w:rPr>
          <w:rFonts w:ascii="Times New Roman" w:hAnsi="Times New Roman"/>
          <w:sz w:val="24"/>
          <w:szCs w:val="24"/>
        </w:rPr>
        <w:t>}</w:t>
      </w: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762" w:rsidRPr="004C47E2" w:rsidRDefault="00CA3762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CFA" w:rsidRPr="004C47E2" w:rsidRDefault="00E32CFA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762" w:rsidRDefault="00CA3762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45AF" w:rsidRPr="004C47E2" w:rsidRDefault="00CC5801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A Thesis</w:t>
      </w:r>
    </w:p>
    <w:p w:rsidR="009245AF" w:rsidRPr="004C47E2" w:rsidRDefault="009245AF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Submitted in partial fulfillment</w:t>
      </w:r>
    </w:p>
    <w:p w:rsidR="009245AF" w:rsidRPr="004C47E2" w:rsidRDefault="009245AF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C47E2">
        <w:rPr>
          <w:rFonts w:ascii="Times New Roman" w:hAnsi="Times New Roman"/>
          <w:sz w:val="24"/>
          <w:szCs w:val="24"/>
        </w:rPr>
        <w:t>of</w:t>
      </w:r>
      <w:proofErr w:type="gramEnd"/>
      <w:r w:rsidRPr="004C47E2">
        <w:rPr>
          <w:rFonts w:ascii="Times New Roman" w:hAnsi="Times New Roman"/>
          <w:sz w:val="24"/>
          <w:szCs w:val="24"/>
        </w:rPr>
        <w:t xml:space="preserve"> the requirements for the degree</w:t>
      </w:r>
    </w:p>
    <w:p w:rsidR="009245AF" w:rsidRPr="004C47E2" w:rsidRDefault="00AE69E1" w:rsidP="00016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Master of Environmental Studies</w:t>
      </w:r>
    </w:p>
    <w:p w:rsidR="00454EE5" w:rsidRPr="004C47E2" w:rsidRDefault="009245AF" w:rsidP="00454E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The Evergreen State College</w:t>
      </w:r>
    </w:p>
    <w:p w:rsidR="00A65D0F" w:rsidRDefault="00A65D0F" w:rsidP="00CA3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{Month of thesis submission} {Year of thesis submission}</w:t>
      </w:r>
      <w:r>
        <w:rPr>
          <w:rFonts w:ascii="Times New Roman" w:hAnsi="Times New Roman"/>
          <w:sz w:val="24"/>
          <w:szCs w:val="24"/>
        </w:rPr>
        <w:br w:type="page"/>
      </w:r>
    </w:p>
    <w:p w:rsidR="003B14BE" w:rsidRDefault="003B14BE" w:rsidP="00A65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762" w:rsidRDefault="00CA3762" w:rsidP="00A65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762" w:rsidRPr="004C47E2" w:rsidRDefault="00CA3762" w:rsidP="00A65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023F" w:rsidRPr="004C47E2" w:rsidRDefault="00D1023F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3B14BE" w:rsidRPr="004C47E2" w:rsidRDefault="003B14BE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3B14BE" w:rsidRPr="004C47E2" w:rsidRDefault="003B14BE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3B14BE" w:rsidRPr="004C47E2" w:rsidRDefault="003B14BE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3B14BE" w:rsidRPr="004C47E2" w:rsidRDefault="003B14BE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3B14BE" w:rsidRPr="004C47E2" w:rsidRDefault="003B14BE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3B14BE" w:rsidRPr="004C47E2" w:rsidRDefault="003B14BE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3B14BE" w:rsidRPr="004C47E2" w:rsidRDefault="003B14BE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3B14BE" w:rsidRPr="004C47E2" w:rsidRDefault="003B14BE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3B14BE" w:rsidRPr="004C47E2" w:rsidRDefault="003B14BE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3B14BE" w:rsidRPr="004C47E2" w:rsidRDefault="003B14BE" w:rsidP="00D153F1">
      <w:pPr>
        <w:jc w:val="center"/>
        <w:rPr>
          <w:rFonts w:ascii="Times New Roman" w:hAnsi="Times New Roman"/>
          <w:sz w:val="24"/>
          <w:szCs w:val="24"/>
        </w:rPr>
      </w:pPr>
    </w:p>
    <w:p w:rsidR="00031713" w:rsidRPr="004C47E2" w:rsidRDefault="004A0E2A" w:rsidP="005C26E3">
      <w:pPr>
        <w:spacing w:line="480" w:lineRule="auto"/>
        <w:jc w:val="center"/>
        <w:rPr>
          <w:rFonts w:ascii="Times New Roman" w:hAnsi="Times New Roman"/>
          <w:sz w:val="24"/>
          <w:szCs w:val="24"/>
        </w:rPr>
        <w:sectPr w:rsidR="00031713" w:rsidRPr="004C47E2" w:rsidSect="008D09E0">
          <w:type w:val="continuous"/>
          <w:pgSz w:w="12240" w:h="15840"/>
          <w:pgMar w:top="1440" w:right="1440" w:bottom="1440" w:left="2160" w:header="720" w:footer="720" w:gutter="0"/>
          <w:cols w:space="720"/>
          <w:docGrid w:linePitch="360"/>
        </w:sectPr>
      </w:pPr>
      <w:proofErr w:type="gramStart"/>
      <w:r w:rsidRPr="004C47E2">
        <w:rPr>
          <w:rFonts w:ascii="Times New Roman" w:hAnsi="Times New Roman"/>
          <w:sz w:val="24"/>
          <w:szCs w:val="24"/>
        </w:rPr>
        <w:t>©{</w:t>
      </w:r>
      <w:proofErr w:type="gramEnd"/>
      <w:r w:rsidRPr="004C47E2">
        <w:rPr>
          <w:rFonts w:ascii="Times New Roman" w:hAnsi="Times New Roman"/>
          <w:sz w:val="24"/>
          <w:szCs w:val="24"/>
        </w:rPr>
        <w:t>year} by {Your Name}.  All rights reserved.</w:t>
      </w:r>
      <w:r w:rsidR="0025122F" w:rsidRPr="004C47E2">
        <w:rPr>
          <w:rFonts w:ascii="Times New Roman" w:hAnsi="Times New Roman"/>
          <w:sz w:val="24"/>
          <w:szCs w:val="24"/>
        </w:rPr>
        <w:br w:type="page"/>
      </w:r>
    </w:p>
    <w:p w:rsidR="00B0452D" w:rsidRPr="004C47E2" w:rsidRDefault="00B0452D" w:rsidP="005C26E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 xml:space="preserve">This Thesis for the Master of Environmental </w:t>
      </w:r>
      <w:r w:rsidR="00CC5801" w:rsidRPr="004C47E2">
        <w:rPr>
          <w:rFonts w:ascii="Times New Roman" w:hAnsi="Times New Roman"/>
          <w:sz w:val="24"/>
          <w:szCs w:val="24"/>
        </w:rPr>
        <w:t>Studies</w:t>
      </w:r>
      <w:r w:rsidRPr="004C47E2">
        <w:rPr>
          <w:rFonts w:ascii="Times New Roman" w:hAnsi="Times New Roman"/>
          <w:sz w:val="24"/>
          <w:szCs w:val="24"/>
        </w:rPr>
        <w:t xml:space="preserve"> Degree</w:t>
      </w:r>
    </w:p>
    <w:p w:rsidR="00B0452D" w:rsidRPr="004C47E2" w:rsidRDefault="00B0452D" w:rsidP="005C26E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C47E2">
        <w:rPr>
          <w:rFonts w:ascii="Times New Roman" w:hAnsi="Times New Roman"/>
          <w:sz w:val="24"/>
          <w:szCs w:val="24"/>
        </w:rPr>
        <w:t>by</w:t>
      </w:r>
      <w:proofErr w:type="gramEnd"/>
    </w:p>
    <w:p w:rsidR="00B0452D" w:rsidRPr="004C47E2" w:rsidRDefault="00B0452D" w:rsidP="005C26E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{</w:t>
      </w:r>
      <w:proofErr w:type="gramStart"/>
      <w:r w:rsidRPr="004C47E2">
        <w:rPr>
          <w:rFonts w:ascii="Times New Roman" w:hAnsi="Times New Roman"/>
          <w:sz w:val="24"/>
          <w:szCs w:val="24"/>
        </w:rPr>
        <w:t>Your</w:t>
      </w:r>
      <w:proofErr w:type="gramEnd"/>
      <w:r w:rsidRPr="004C47E2">
        <w:rPr>
          <w:rFonts w:ascii="Times New Roman" w:hAnsi="Times New Roman"/>
          <w:sz w:val="24"/>
          <w:szCs w:val="24"/>
        </w:rPr>
        <w:t xml:space="preserve"> Name}</w:t>
      </w:r>
    </w:p>
    <w:p w:rsidR="00B010FA" w:rsidRPr="004C47E2" w:rsidRDefault="00B010FA" w:rsidP="005C26E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</w:p>
    <w:p w:rsidR="00B0452D" w:rsidRPr="004C47E2" w:rsidRDefault="00B0452D" w:rsidP="005C26E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C47E2">
        <w:rPr>
          <w:rFonts w:ascii="Times New Roman" w:hAnsi="Times New Roman"/>
          <w:sz w:val="24"/>
          <w:szCs w:val="24"/>
        </w:rPr>
        <w:t>has</w:t>
      </w:r>
      <w:proofErr w:type="gramEnd"/>
      <w:r w:rsidRPr="004C47E2">
        <w:rPr>
          <w:rFonts w:ascii="Times New Roman" w:hAnsi="Times New Roman"/>
          <w:sz w:val="24"/>
          <w:szCs w:val="24"/>
        </w:rPr>
        <w:t xml:space="preserve"> been approved for</w:t>
      </w:r>
    </w:p>
    <w:p w:rsidR="00B0452D" w:rsidRPr="004C47E2" w:rsidRDefault="00B0452D" w:rsidP="005C26E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The Evergreen State College</w:t>
      </w:r>
    </w:p>
    <w:p w:rsidR="00B0452D" w:rsidRDefault="00CA3762" w:rsidP="005C26E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B0452D" w:rsidRPr="004C47E2">
        <w:rPr>
          <w:rFonts w:ascii="Times New Roman" w:hAnsi="Times New Roman"/>
          <w:sz w:val="24"/>
          <w:szCs w:val="24"/>
        </w:rPr>
        <w:t>y</w:t>
      </w:r>
      <w:proofErr w:type="gramEnd"/>
    </w:p>
    <w:p w:rsidR="00CA3762" w:rsidRDefault="00CA3762" w:rsidP="005C26E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</w:p>
    <w:p w:rsidR="00CA3762" w:rsidRPr="004C47E2" w:rsidRDefault="00CA3762" w:rsidP="005C26E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</w:p>
    <w:p w:rsidR="00B0452D" w:rsidRPr="004C47E2" w:rsidRDefault="00B0452D" w:rsidP="005C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________________________</w:t>
      </w:r>
    </w:p>
    <w:p w:rsidR="00B0452D" w:rsidRPr="004C47E2" w:rsidRDefault="00B0452D" w:rsidP="005C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C47E2">
        <w:rPr>
          <w:rFonts w:ascii="Times New Roman" w:hAnsi="Times New Roman"/>
          <w:sz w:val="24"/>
          <w:szCs w:val="24"/>
        </w:rPr>
        <w:t>{Primary Reader's Name</w:t>
      </w:r>
      <w:r w:rsidR="00A65D0F">
        <w:rPr>
          <w:rFonts w:ascii="Times New Roman" w:hAnsi="Times New Roman"/>
          <w:sz w:val="24"/>
          <w:szCs w:val="24"/>
        </w:rPr>
        <w:t xml:space="preserve"> with credentials – i.e. John Doe, Ph. D.</w:t>
      </w:r>
      <w:r w:rsidR="00CA3762">
        <w:rPr>
          <w:rFonts w:ascii="Times New Roman" w:hAnsi="Times New Roman"/>
          <w:sz w:val="24"/>
          <w:szCs w:val="24"/>
        </w:rPr>
        <w:t xml:space="preserve"> – check with reader!</w:t>
      </w:r>
      <w:r w:rsidRPr="004C47E2">
        <w:rPr>
          <w:rFonts w:ascii="Times New Roman" w:hAnsi="Times New Roman"/>
          <w:sz w:val="24"/>
          <w:szCs w:val="24"/>
        </w:rPr>
        <w:t>}</w:t>
      </w:r>
      <w:proofErr w:type="gramEnd"/>
    </w:p>
    <w:p w:rsidR="00B0452D" w:rsidRPr="004C47E2" w:rsidRDefault="00B0452D" w:rsidP="005C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Member of the Faculty</w:t>
      </w:r>
    </w:p>
    <w:p w:rsidR="005C26E3" w:rsidRPr="004C47E2" w:rsidRDefault="005C26E3" w:rsidP="005C26E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</w:p>
    <w:p w:rsidR="00530286" w:rsidRPr="004C47E2" w:rsidRDefault="00530286" w:rsidP="00216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0286" w:rsidRPr="004C47E2" w:rsidRDefault="00530286" w:rsidP="00216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0286" w:rsidRPr="004C47E2" w:rsidRDefault="00530286" w:rsidP="00216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0286" w:rsidRPr="004C47E2" w:rsidRDefault="00530286" w:rsidP="00216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0286" w:rsidRPr="004C47E2" w:rsidRDefault="00530286" w:rsidP="00216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0286" w:rsidRPr="004C47E2" w:rsidRDefault="00530286" w:rsidP="00216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0286" w:rsidRPr="004C47E2" w:rsidRDefault="00530286" w:rsidP="00216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0286" w:rsidRPr="004C47E2" w:rsidRDefault="00530286" w:rsidP="00530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________________________</w:t>
      </w:r>
    </w:p>
    <w:p w:rsidR="00530286" w:rsidRPr="004C47E2" w:rsidRDefault="00530286" w:rsidP="00530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Date</w:t>
      </w:r>
    </w:p>
    <w:p w:rsidR="0025122F" w:rsidRPr="004C47E2" w:rsidRDefault="0025122F">
      <w:pPr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br w:type="page"/>
      </w:r>
    </w:p>
    <w:p w:rsidR="006A2463" w:rsidRPr="004C47E2" w:rsidRDefault="006A2463" w:rsidP="006A246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</w:p>
    <w:p w:rsidR="006A2463" w:rsidRPr="004C47E2" w:rsidRDefault="006A2463" w:rsidP="006A246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ABSTRACT</w:t>
      </w:r>
    </w:p>
    <w:p w:rsidR="006A2463" w:rsidRPr="004C47E2" w:rsidRDefault="006A2463" w:rsidP="006A24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{Title of Thesis -- single-spaced</w:t>
      </w:r>
    </w:p>
    <w:p w:rsidR="006A2463" w:rsidRPr="004C47E2" w:rsidRDefault="006A2463" w:rsidP="006A246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C47E2">
        <w:rPr>
          <w:rFonts w:ascii="Times New Roman" w:hAnsi="Times New Roman"/>
          <w:sz w:val="24"/>
          <w:szCs w:val="24"/>
        </w:rPr>
        <w:t>if</w:t>
      </w:r>
      <w:proofErr w:type="gramEnd"/>
      <w:r w:rsidRPr="004C47E2">
        <w:rPr>
          <w:rFonts w:ascii="Times New Roman" w:hAnsi="Times New Roman"/>
          <w:sz w:val="24"/>
          <w:szCs w:val="24"/>
        </w:rPr>
        <w:t xml:space="preserve"> on more than one line}</w:t>
      </w:r>
    </w:p>
    <w:p w:rsidR="006A2463" w:rsidRPr="004C47E2" w:rsidRDefault="006A2463" w:rsidP="006A246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{</w:t>
      </w:r>
      <w:proofErr w:type="gramStart"/>
      <w:r w:rsidRPr="004C47E2">
        <w:rPr>
          <w:rFonts w:ascii="Times New Roman" w:hAnsi="Times New Roman"/>
          <w:sz w:val="24"/>
          <w:szCs w:val="24"/>
        </w:rPr>
        <w:t>Your</w:t>
      </w:r>
      <w:proofErr w:type="gramEnd"/>
      <w:r w:rsidRPr="004C47E2">
        <w:rPr>
          <w:rFonts w:ascii="Times New Roman" w:hAnsi="Times New Roman"/>
          <w:sz w:val="24"/>
          <w:szCs w:val="24"/>
        </w:rPr>
        <w:t xml:space="preserve"> Name}</w:t>
      </w:r>
    </w:p>
    <w:p w:rsidR="0025122F" w:rsidRPr="004C47E2" w:rsidRDefault="006A2463" w:rsidP="00582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{Text: The text should be single-spaced, like this. Your abstract should be no more than</w:t>
      </w:r>
      <w:r w:rsidR="00582AB2" w:rsidRPr="004C47E2">
        <w:rPr>
          <w:rFonts w:ascii="Times New Roman" w:hAnsi="Times New Roman"/>
          <w:sz w:val="24"/>
          <w:szCs w:val="24"/>
        </w:rPr>
        <w:t xml:space="preserve"> </w:t>
      </w:r>
      <w:r w:rsidRPr="004C47E2">
        <w:rPr>
          <w:rFonts w:ascii="Times New Roman" w:hAnsi="Times New Roman"/>
          <w:sz w:val="24"/>
          <w:szCs w:val="24"/>
        </w:rPr>
        <w:t>300 words, and describe succinctly your thesis, your basic findings, and conclusion.}</w:t>
      </w:r>
    </w:p>
    <w:p w:rsidR="0025122F" w:rsidRPr="004C47E2" w:rsidRDefault="0025122F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br w:type="page"/>
      </w:r>
    </w:p>
    <w:p w:rsidR="00031713" w:rsidRPr="004C47E2" w:rsidRDefault="00031713" w:rsidP="00CC5801">
      <w:pPr>
        <w:jc w:val="center"/>
        <w:rPr>
          <w:rFonts w:ascii="Times New Roman" w:hAnsi="Times New Roman"/>
          <w:sz w:val="24"/>
          <w:szCs w:val="24"/>
        </w:rPr>
        <w:sectPr w:rsidR="00031713" w:rsidRPr="004C47E2" w:rsidSect="008D09E0">
          <w:footerReference w:type="default" r:id="rId8"/>
          <w:type w:val="continuous"/>
          <w:pgSz w:w="12240" w:h="15840"/>
          <w:pgMar w:top="1440" w:right="1440" w:bottom="1440" w:left="2160" w:header="720" w:footer="720" w:gutter="0"/>
          <w:cols w:space="720"/>
          <w:docGrid w:linePitch="360"/>
        </w:sectPr>
      </w:pPr>
    </w:p>
    <w:p w:rsidR="0025122F" w:rsidRPr="004C47E2" w:rsidRDefault="0025122F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Table of Contents</w:t>
      </w:r>
    </w:p>
    <w:p w:rsidR="00A65D0F" w:rsidRDefault="00A65D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D0F" w:rsidRDefault="00A65D0F" w:rsidP="00CC5801">
      <w:pPr>
        <w:jc w:val="center"/>
        <w:rPr>
          <w:rFonts w:ascii="Times New Roman" w:hAnsi="Times New Roman"/>
          <w:sz w:val="24"/>
          <w:szCs w:val="24"/>
        </w:rPr>
        <w:sectPr w:rsidR="00A65D0F" w:rsidSect="008D09E0">
          <w:footerReference w:type="default" r:id="rId9"/>
          <w:type w:val="continuous"/>
          <w:pgSz w:w="12240" w:h="15840"/>
          <w:pgMar w:top="1440" w:right="1440" w:bottom="1440" w:left="2160" w:header="720" w:footer="720" w:gutter="0"/>
          <w:pgNumType w:fmt="lowerRoman" w:start="4"/>
          <w:cols w:space="720"/>
          <w:docGrid w:linePitch="360"/>
        </w:sectPr>
      </w:pPr>
    </w:p>
    <w:p w:rsidR="0025122F" w:rsidRPr="004C47E2" w:rsidRDefault="0025122F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br w:type="page"/>
      </w:r>
    </w:p>
    <w:p w:rsidR="00A65D0F" w:rsidRDefault="00A65D0F" w:rsidP="00CC5801">
      <w:pPr>
        <w:jc w:val="center"/>
        <w:rPr>
          <w:rFonts w:ascii="Times New Roman" w:hAnsi="Times New Roman"/>
          <w:sz w:val="24"/>
          <w:szCs w:val="24"/>
        </w:rPr>
        <w:sectPr w:rsidR="00A65D0F" w:rsidSect="008D09E0">
          <w:type w:val="continuous"/>
          <w:pgSz w:w="12240" w:h="15840"/>
          <w:pgMar w:top="1440" w:right="1440" w:bottom="1440" w:left="2160" w:header="720" w:footer="720" w:gutter="0"/>
          <w:pgNumType w:fmt="lowerRoman" w:start="4"/>
          <w:cols w:space="720"/>
          <w:docGrid w:linePitch="360"/>
        </w:sectPr>
      </w:pPr>
    </w:p>
    <w:p w:rsidR="004A1578" w:rsidRPr="004C47E2" w:rsidRDefault="004A1578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List of Figures</w:t>
      </w:r>
    </w:p>
    <w:p w:rsidR="004A1578" w:rsidRPr="004C47E2" w:rsidRDefault="004A1578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br w:type="page"/>
      </w:r>
    </w:p>
    <w:p w:rsidR="00031713" w:rsidRPr="004C47E2" w:rsidRDefault="00031713" w:rsidP="00CC5801">
      <w:pPr>
        <w:jc w:val="center"/>
        <w:rPr>
          <w:rFonts w:ascii="Times New Roman" w:hAnsi="Times New Roman"/>
          <w:sz w:val="24"/>
          <w:szCs w:val="24"/>
        </w:rPr>
        <w:sectPr w:rsidR="00031713" w:rsidRPr="004C47E2" w:rsidSect="008D09E0">
          <w:type w:val="continuous"/>
          <w:pgSz w:w="12240" w:h="15840"/>
          <w:pgMar w:top="1440" w:right="1440" w:bottom="1440" w:left="2160" w:header="720" w:footer="720" w:gutter="0"/>
          <w:pgNumType w:fmt="lowerRoman"/>
          <w:cols w:space="720"/>
          <w:docGrid w:linePitch="360"/>
        </w:sectPr>
      </w:pPr>
    </w:p>
    <w:p w:rsidR="004A1578" w:rsidRPr="004C47E2" w:rsidRDefault="004A1578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List of Tables</w:t>
      </w:r>
    </w:p>
    <w:p w:rsidR="004A1578" w:rsidRPr="004C47E2" w:rsidRDefault="004A1578" w:rsidP="00CC5801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C47E2">
        <w:rPr>
          <w:rFonts w:ascii="Times New Roman" w:hAnsi="Times New Roman"/>
          <w:sz w:val="24"/>
          <w:szCs w:val="24"/>
        </w:rPr>
        <w:br w:type="page"/>
      </w:r>
    </w:p>
    <w:p w:rsidR="00031713" w:rsidRPr="004C47E2" w:rsidRDefault="00031713" w:rsidP="00CC5801">
      <w:pPr>
        <w:jc w:val="center"/>
        <w:rPr>
          <w:rFonts w:ascii="Times New Roman" w:hAnsi="Times New Roman"/>
          <w:sz w:val="24"/>
          <w:szCs w:val="24"/>
        </w:rPr>
        <w:sectPr w:rsidR="00031713" w:rsidRPr="004C47E2" w:rsidSect="008D09E0">
          <w:type w:val="continuous"/>
          <w:pgSz w:w="12240" w:h="15840"/>
          <w:pgMar w:top="1440" w:right="1440" w:bottom="1440" w:left="2160" w:header="720" w:footer="720" w:gutter="0"/>
          <w:pgNumType w:fmt="lowerRoman"/>
          <w:cols w:space="720"/>
          <w:docGrid w:linePitch="360"/>
        </w:sectPr>
      </w:pPr>
    </w:p>
    <w:p w:rsidR="00351F82" w:rsidRPr="004C47E2" w:rsidRDefault="00351F82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Acknowledgements</w:t>
      </w:r>
    </w:p>
    <w:p w:rsidR="00CC2F3F" w:rsidRDefault="00CC2F3F" w:rsidP="00CC5801">
      <w:pPr>
        <w:jc w:val="center"/>
        <w:rPr>
          <w:rFonts w:ascii="Times New Roman" w:hAnsi="Times New Roman"/>
          <w:sz w:val="24"/>
          <w:szCs w:val="24"/>
        </w:rPr>
        <w:sectPr w:rsidR="00CC2F3F" w:rsidSect="008D09E0">
          <w:footerReference w:type="default" r:id="rId10"/>
          <w:type w:val="continuous"/>
          <w:pgSz w:w="12240" w:h="15840"/>
          <w:pgMar w:top="1440" w:right="1440" w:bottom="1440" w:left="2160" w:header="720" w:footer="720" w:gutter="0"/>
          <w:pgNumType w:fmt="lowerRoman"/>
          <w:cols w:space="720"/>
          <w:docGrid w:linePitch="360"/>
        </w:sectPr>
      </w:pPr>
    </w:p>
    <w:p w:rsidR="00973F13" w:rsidRPr="004C47E2" w:rsidRDefault="00351F82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br w:type="page"/>
      </w:r>
      <w:r w:rsidR="00B357E0" w:rsidRPr="004C47E2">
        <w:rPr>
          <w:rFonts w:ascii="Times New Roman" w:hAnsi="Times New Roman"/>
          <w:sz w:val="24"/>
          <w:szCs w:val="24"/>
        </w:rPr>
        <w:t>{</w:t>
      </w:r>
      <w:r w:rsidRPr="004C47E2">
        <w:rPr>
          <w:rFonts w:ascii="Times New Roman" w:hAnsi="Times New Roman"/>
          <w:sz w:val="24"/>
          <w:szCs w:val="24"/>
        </w:rPr>
        <w:t>Text</w:t>
      </w:r>
      <w:r w:rsidR="00B357E0" w:rsidRPr="004C47E2">
        <w:rPr>
          <w:rFonts w:ascii="Times New Roman" w:hAnsi="Times New Roman"/>
          <w:sz w:val="24"/>
          <w:szCs w:val="24"/>
        </w:rPr>
        <w:t>}</w:t>
      </w:r>
    </w:p>
    <w:p w:rsidR="00973F13" w:rsidRPr="004C47E2" w:rsidRDefault="00973F13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br w:type="page"/>
      </w:r>
    </w:p>
    <w:p w:rsidR="00C94D13" w:rsidRPr="004C47E2" w:rsidRDefault="008D09E0" w:rsidP="00CC580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{References or Notes}</w:t>
      </w:r>
    </w:p>
    <w:p w:rsidR="00C94D13" w:rsidRPr="004C47E2" w:rsidRDefault="00C94D13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br w:type="page"/>
      </w:r>
    </w:p>
    <w:p w:rsidR="00C94D13" w:rsidRPr="004C47E2" w:rsidRDefault="00C94D13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Bibliography</w:t>
      </w:r>
    </w:p>
    <w:p w:rsidR="00C94D13" w:rsidRPr="004C47E2" w:rsidRDefault="00C94D13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br w:type="page"/>
      </w:r>
    </w:p>
    <w:p w:rsidR="00973F13" w:rsidRPr="004C47E2" w:rsidRDefault="00C94D13" w:rsidP="00CC5801">
      <w:pPr>
        <w:jc w:val="center"/>
        <w:rPr>
          <w:rFonts w:ascii="Times New Roman" w:hAnsi="Times New Roman"/>
          <w:sz w:val="24"/>
          <w:szCs w:val="24"/>
        </w:rPr>
      </w:pPr>
      <w:r w:rsidRPr="004C47E2">
        <w:rPr>
          <w:rFonts w:ascii="Times New Roman" w:hAnsi="Times New Roman"/>
          <w:sz w:val="24"/>
          <w:szCs w:val="24"/>
        </w:rPr>
        <w:t>Appendices</w:t>
      </w:r>
    </w:p>
    <w:sectPr w:rsidR="00973F13" w:rsidRPr="004C47E2" w:rsidSect="008D09E0">
      <w:type w:val="continuous"/>
      <w:pgSz w:w="12240" w:h="15840"/>
      <w:pgMar w:top="1440" w:right="1440" w:bottom="1440" w:left="216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33A" w:rsidRDefault="0053633A" w:rsidP="0094188A">
      <w:pPr>
        <w:spacing w:after="0" w:line="240" w:lineRule="auto"/>
      </w:pPr>
      <w:r>
        <w:separator/>
      </w:r>
    </w:p>
  </w:endnote>
  <w:endnote w:type="continuationSeparator" w:id="0">
    <w:p w:rsidR="0053633A" w:rsidRDefault="0053633A" w:rsidP="00941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801" w:rsidRPr="004C47E2" w:rsidRDefault="004C47E2" w:rsidP="004C47E2">
    <w:pPr>
      <w:pStyle w:val="Footer"/>
      <w:tabs>
        <w:tab w:val="clear" w:pos="4680"/>
        <w:tab w:val="clear" w:pos="9360"/>
        <w:tab w:val="left" w:pos="2835"/>
      </w:tabs>
      <w:rPr>
        <w:rFonts w:ascii="Times New Roman" w:hAnsi="Times New Roman"/>
      </w:rPr>
    </w:pPr>
    <w:r w:rsidRPr="004C47E2">
      <w:rPr>
        <w:rFonts w:ascii="Times New Roman" w:hAnsi="Times New Roma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178314"/>
      <w:docPartObj>
        <w:docPartGallery w:val="Page Numbers (Bottom of Page)"/>
        <w:docPartUnique/>
      </w:docPartObj>
    </w:sdtPr>
    <w:sdtEndPr/>
    <w:sdtContent>
      <w:p w:rsidR="00794703" w:rsidRDefault="00E14A43">
        <w:pPr>
          <w:pStyle w:val="Footer"/>
          <w:jc w:val="right"/>
        </w:pPr>
        <w:r w:rsidRPr="00794703">
          <w:rPr>
            <w:rFonts w:ascii="Times New Roman" w:hAnsi="Times New Roman"/>
            <w:sz w:val="24"/>
            <w:szCs w:val="24"/>
          </w:rPr>
          <w:fldChar w:fldCharType="begin"/>
        </w:r>
        <w:r w:rsidR="00794703" w:rsidRPr="0079470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94703">
          <w:rPr>
            <w:rFonts w:ascii="Times New Roman" w:hAnsi="Times New Roman"/>
            <w:sz w:val="24"/>
            <w:szCs w:val="24"/>
          </w:rPr>
          <w:fldChar w:fldCharType="separate"/>
        </w:r>
        <w:r w:rsidR="00A93DB7">
          <w:rPr>
            <w:rFonts w:ascii="Times New Roman" w:hAnsi="Times New Roman"/>
            <w:noProof/>
            <w:sz w:val="24"/>
            <w:szCs w:val="24"/>
          </w:rPr>
          <w:t>iv</w:t>
        </w:r>
        <w:r w:rsidRPr="0079470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5801" w:rsidRDefault="00CC58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178317"/>
      <w:docPartObj>
        <w:docPartGallery w:val="Page Numbers (Bottom of Page)"/>
        <w:docPartUnique/>
      </w:docPartObj>
    </w:sdtPr>
    <w:sdtEndPr/>
    <w:sdtContent>
      <w:p w:rsidR="00CC2F3F" w:rsidRDefault="00E14A43">
        <w:pPr>
          <w:pStyle w:val="Footer"/>
          <w:jc w:val="right"/>
        </w:pPr>
        <w:r w:rsidRPr="00794703">
          <w:rPr>
            <w:rFonts w:ascii="Times New Roman" w:hAnsi="Times New Roman"/>
            <w:sz w:val="24"/>
            <w:szCs w:val="24"/>
          </w:rPr>
          <w:fldChar w:fldCharType="begin"/>
        </w:r>
        <w:r w:rsidR="00CC2F3F" w:rsidRPr="0079470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94703">
          <w:rPr>
            <w:rFonts w:ascii="Times New Roman" w:hAnsi="Times New Roman"/>
            <w:sz w:val="24"/>
            <w:szCs w:val="24"/>
          </w:rPr>
          <w:fldChar w:fldCharType="separate"/>
        </w:r>
        <w:r w:rsidR="00A93DB7">
          <w:rPr>
            <w:rFonts w:ascii="Times New Roman" w:hAnsi="Times New Roman"/>
            <w:noProof/>
            <w:sz w:val="24"/>
            <w:szCs w:val="24"/>
          </w:rPr>
          <w:t>vii</w:t>
        </w:r>
        <w:r w:rsidRPr="0079470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F3F" w:rsidRDefault="00CC2F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33A" w:rsidRDefault="0053633A" w:rsidP="0094188A">
      <w:pPr>
        <w:spacing w:after="0" w:line="240" w:lineRule="auto"/>
      </w:pPr>
      <w:r>
        <w:separator/>
      </w:r>
    </w:p>
  </w:footnote>
  <w:footnote w:type="continuationSeparator" w:id="0">
    <w:p w:rsidR="0053633A" w:rsidRDefault="0053633A" w:rsidP="00941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E1"/>
    <w:rsid w:val="000166ED"/>
    <w:rsid w:val="00031713"/>
    <w:rsid w:val="00080C2D"/>
    <w:rsid w:val="00153565"/>
    <w:rsid w:val="00182F90"/>
    <w:rsid w:val="001A467E"/>
    <w:rsid w:val="001E28D6"/>
    <w:rsid w:val="002162C3"/>
    <w:rsid w:val="00231A45"/>
    <w:rsid w:val="002462AF"/>
    <w:rsid w:val="0025122F"/>
    <w:rsid w:val="00312C61"/>
    <w:rsid w:val="00351F82"/>
    <w:rsid w:val="00386699"/>
    <w:rsid w:val="003B14BE"/>
    <w:rsid w:val="003B2C65"/>
    <w:rsid w:val="003F1A11"/>
    <w:rsid w:val="00454EE5"/>
    <w:rsid w:val="0047483A"/>
    <w:rsid w:val="00487F6C"/>
    <w:rsid w:val="004A0E2A"/>
    <w:rsid w:val="004A1578"/>
    <w:rsid w:val="004C47E2"/>
    <w:rsid w:val="00530286"/>
    <w:rsid w:val="0053633A"/>
    <w:rsid w:val="00582AB2"/>
    <w:rsid w:val="005C26E3"/>
    <w:rsid w:val="00616640"/>
    <w:rsid w:val="0063750C"/>
    <w:rsid w:val="00647B1C"/>
    <w:rsid w:val="006A2463"/>
    <w:rsid w:val="00794703"/>
    <w:rsid w:val="007A2FEC"/>
    <w:rsid w:val="007C5AC7"/>
    <w:rsid w:val="007C7714"/>
    <w:rsid w:val="00883AE2"/>
    <w:rsid w:val="0088759A"/>
    <w:rsid w:val="00894008"/>
    <w:rsid w:val="008D09E0"/>
    <w:rsid w:val="008E7191"/>
    <w:rsid w:val="009245AF"/>
    <w:rsid w:val="0094188A"/>
    <w:rsid w:val="00973F13"/>
    <w:rsid w:val="00A02D60"/>
    <w:rsid w:val="00A07368"/>
    <w:rsid w:val="00A65D0F"/>
    <w:rsid w:val="00A93DB7"/>
    <w:rsid w:val="00AB3D67"/>
    <w:rsid w:val="00AE69E1"/>
    <w:rsid w:val="00AF2B89"/>
    <w:rsid w:val="00AF3351"/>
    <w:rsid w:val="00B010FA"/>
    <w:rsid w:val="00B0452D"/>
    <w:rsid w:val="00B357E0"/>
    <w:rsid w:val="00B369A1"/>
    <w:rsid w:val="00BA17DD"/>
    <w:rsid w:val="00BE3582"/>
    <w:rsid w:val="00C7162D"/>
    <w:rsid w:val="00C94D13"/>
    <w:rsid w:val="00CA3762"/>
    <w:rsid w:val="00CC2F3F"/>
    <w:rsid w:val="00CC5801"/>
    <w:rsid w:val="00CD0D80"/>
    <w:rsid w:val="00CD6A49"/>
    <w:rsid w:val="00CF6A55"/>
    <w:rsid w:val="00D1023F"/>
    <w:rsid w:val="00D153F1"/>
    <w:rsid w:val="00D30E1A"/>
    <w:rsid w:val="00DB2584"/>
    <w:rsid w:val="00DC0685"/>
    <w:rsid w:val="00DD04D4"/>
    <w:rsid w:val="00DD7B0F"/>
    <w:rsid w:val="00E14A43"/>
    <w:rsid w:val="00E30C89"/>
    <w:rsid w:val="00E32CFA"/>
    <w:rsid w:val="00E873D9"/>
    <w:rsid w:val="00F12967"/>
    <w:rsid w:val="00F24B5A"/>
    <w:rsid w:val="00FB4E6B"/>
    <w:rsid w:val="00FC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2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41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188A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41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88A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7B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7B0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7B0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A4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454E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2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41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188A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41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88A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7B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7B0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7B0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A4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454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otang\Local%20Settings\Temporary%20Internet%20Files\OLKDE\MES%20THESI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9A289-801F-45F1-9769-500952F1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 THESIS.dot</Template>
  <TotalTime>13</TotalTime>
  <Pages>13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wootang</dc:creator>
  <cp:lastModifiedBy>Wootan, Gail</cp:lastModifiedBy>
  <cp:revision>3</cp:revision>
  <cp:lastPrinted>2012-12-31T23:42:00Z</cp:lastPrinted>
  <dcterms:created xsi:type="dcterms:W3CDTF">2014-08-25T19:48:00Z</dcterms:created>
  <dcterms:modified xsi:type="dcterms:W3CDTF">2014-10-02T19:33:00Z</dcterms:modified>
</cp:coreProperties>
</file>