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8F" w:rsidRPr="0061388F" w:rsidRDefault="003329FE" w:rsidP="0061388F">
      <w:pPr>
        <w:pStyle w:val="Title"/>
        <w:jc w:val="center"/>
      </w:pPr>
      <w:bookmarkStart w:id="0" w:name="_GoBack"/>
      <w:bookmarkEnd w:id="0"/>
      <w:r>
        <w:t xml:space="preserve">Recent </w:t>
      </w:r>
      <w:r w:rsidR="000356A0">
        <w:t xml:space="preserve">School </w:t>
      </w:r>
      <w:r>
        <w:t xml:space="preserve">Experience </w:t>
      </w:r>
      <w:r w:rsidR="000356A0">
        <w:t xml:space="preserve">Hours </w:t>
      </w:r>
      <w:r w:rsidR="0061388F" w:rsidRPr="0061388F">
        <w:t>Log Sheet</w:t>
      </w:r>
    </w:p>
    <w:p w:rsidR="00F64C4A" w:rsidRPr="0061388F" w:rsidRDefault="003329FE" w:rsidP="0061388F">
      <w:pPr>
        <w:spacing w:after="0" w:line="240" w:lineRule="auto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MiT applicant</w:t>
      </w:r>
      <w:r w:rsidR="00F64C4A" w:rsidRPr="0061388F">
        <w:rPr>
          <w:rStyle w:val="Strong"/>
          <w:sz w:val="28"/>
          <w:szCs w:val="28"/>
        </w:rPr>
        <w:t xml:space="preserve">: </w:t>
      </w:r>
    </w:p>
    <w:p w:rsidR="00F64C4A" w:rsidRPr="0061388F" w:rsidRDefault="00F64C4A" w:rsidP="0061388F">
      <w:pPr>
        <w:spacing w:after="0" w:line="240" w:lineRule="auto"/>
        <w:rPr>
          <w:rStyle w:val="Strong"/>
          <w:sz w:val="28"/>
          <w:szCs w:val="28"/>
        </w:rPr>
      </w:pPr>
      <w:r w:rsidRPr="0061388F">
        <w:rPr>
          <w:rStyle w:val="Strong"/>
          <w:sz w:val="28"/>
          <w:szCs w:val="28"/>
        </w:rPr>
        <w:t>School/</w:t>
      </w:r>
      <w:r w:rsidR="000602E7">
        <w:rPr>
          <w:rStyle w:val="Strong"/>
          <w:sz w:val="28"/>
          <w:szCs w:val="28"/>
        </w:rPr>
        <w:t>Subject/</w:t>
      </w:r>
      <w:r w:rsidRPr="0061388F">
        <w:rPr>
          <w:rStyle w:val="Strong"/>
          <w:sz w:val="28"/>
          <w:szCs w:val="28"/>
        </w:rPr>
        <w:t>Grade level:</w:t>
      </w:r>
    </w:p>
    <w:p w:rsidR="00F64C4A" w:rsidRPr="0061388F" w:rsidRDefault="000602E7" w:rsidP="00F64C4A">
      <w:pPr>
        <w:spacing w:after="0" w:line="240" w:lineRule="auto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Mentor </w:t>
      </w:r>
      <w:r w:rsidR="00F64C4A" w:rsidRPr="0061388F">
        <w:rPr>
          <w:rStyle w:val="Strong"/>
          <w:sz w:val="28"/>
          <w:szCs w:val="28"/>
        </w:rPr>
        <w:t>Teacher:</w:t>
      </w:r>
    </w:p>
    <w:p w:rsidR="00F64C4A" w:rsidRDefault="00F64C4A" w:rsidP="00F64C4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4"/>
        <w:gridCol w:w="954"/>
        <w:gridCol w:w="954"/>
        <w:gridCol w:w="954"/>
        <w:gridCol w:w="7136"/>
      </w:tblGrid>
      <w:tr w:rsidR="00F80796" w:rsidTr="00F80796">
        <w:trPr>
          <w:trHeight w:val="79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F80796" w:rsidRDefault="00F80796">
            <w:pPr>
              <w:spacing w:before="120"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F80796" w:rsidRDefault="00F80796">
            <w:pPr>
              <w:spacing w:before="120"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Time-In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F80796" w:rsidRDefault="00F80796">
            <w:pPr>
              <w:spacing w:before="120"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Time-Out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F80796" w:rsidRDefault="00F80796">
            <w:pPr>
              <w:spacing w:before="120"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Total Hrs.</w:t>
            </w: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F80796" w:rsidRDefault="00F80796" w:rsidP="004A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Indicate how you spent your time:</w:t>
            </w:r>
          </w:p>
          <w:p w:rsidR="00F80796" w:rsidRPr="0061388F" w:rsidRDefault="00F80796" w:rsidP="003329F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Observing, assisting with small groups, tutoring 1:1, presenting lesson(s)</w:t>
            </w:r>
            <w:r w:rsidRPr="0061388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substitute teaching, para-educator</w:t>
            </w:r>
            <w:r w:rsidRPr="0061388F">
              <w:rPr>
                <w:rFonts w:ascii="Calibri" w:eastAsia="Calibri" w:hAnsi="Calibri" w:cs="Times New Roman"/>
                <w:b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other (please describe)</w:t>
            </w:r>
            <w:r w:rsidRPr="0061388F">
              <w:rPr>
                <w:rFonts w:ascii="Calibri" w:eastAsia="Calibri" w:hAnsi="Calibri" w:cs="Times New Roman"/>
                <w:b/>
                <w:sz w:val="20"/>
                <w:szCs w:val="20"/>
              </w:rPr>
              <w:t>.</w:t>
            </w:r>
          </w:p>
        </w:tc>
      </w:tr>
      <w:tr w:rsidR="00F80796" w:rsidTr="00F80796">
        <w:trPr>
          <w:trHeight w:val="51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80796" w:rsidTr="00F80796">
        <w:trPr>
          <w:trHeight w:val="50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80796" w:rsidTr="00F80796">
        <w:trPr>
          <w:trHeight w:val="51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80796" w:rsidTr="00F80796">
        <w:trPr>
          <w:trHeight w:val="50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80796" w:rsidTr="00F80796">
        <w:trPr>
          <w:trHeight w:val="51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80796" w:rsidTr="00F80796">
        <w:trPr>
          <w:trHeight w:val="50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80796" w:rsidTr="00F80796">
        <w:trPr>
          <w:trHeight w:val="51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80796" w:rsidTr="00F80796">
        <w:trPr>
          <w:trHeight w:val="51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80796" w:rsidTr="00F80796">
        <w:trPr>
          <w:trHeight w:val="50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80796" w:rsidTr="00F80796">
        <w:trPr>
          <w:trHeight w:val="533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80796" w:rsidTr="00F80796">
        <w:trPr>
          <w:trHeight w:val="533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80796" w:rsidTr="00F80796">
        <w:trPr>
          <w:trHeight w:val="533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96" w:rsidRDefault="00F80796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</w:tbl>
    <w:p w:rsidR="003329FE" w:rsidRPr="00F80796" w:rsidRDefault="000602E7" w:rsidP="00F80796">
      <w:pPr>
        <w:pStyle w:val="Heading2"/>
        <w:rPr>
          <w:rStyle w:val="SubtleEmphasis"/>
          <w:rFonts w:asciiTheme="minorHAnsi" w:hAnsiTheme="minorHAnsi"/>
          <w:b w:val="0"/>
          <w:i w:val="0"/>
          <w:iCs w:val="0"/>
          <w:color w:val="auto"/>
          <w:sz w:val="24"/>
          <w:szCs w:val="24"/>
        </w:rPr>
      </w:pPr>
      <w:r w:rsidRPr="003329FE">
        <w:rPr>
          <w:rFonts w:asciiTheme="minorHAnsi" w:hAnsiTheme="minorHAnsi"/>
          <w:color w:val="auto"/>
          <w:sz w:val="24"/>
          <w:szCs w:val="24"/>
        </w:rPr>
        <w:t xml:space="preserve">Please </w:t>
      </w:r>
      <w:r w:rsidR="003329FE" w:rsidRPr="003329FE">
        <w:rPr>
          <w:rFonts w:asciiTheme="minorHAnsi" w:hAnsiTheme="minorHAnsi"/>
          <w:color w:val="auto"/>
          <w:sz w:val="24"/>
          <w:szCs w:val="24"/>
        </w:rPr>
        <w:t xml:space="preserve">upload </w:t>
      </w:r>
      <w:r w:rsidRPr="003329FE">
        <w:rPr>
          <w:rFonts w:asciiTheme="minorHAnsi" w:hAnsiTheme="minorHAnsi"/>
          <w:color w:val="auto"/>
          <w:sz w:val="24"/>
          <w:szCs w:val="24"/>
        </w:rPr>
        <w:t>this signed form</w:t>
      </w:r>
      <w:r w:rsidR="003329FE" w:rsidRPr="003329FE">
        <w:rPr>
          <w:rFonts w:asciiTheme="minorHAnsi" w:hAnsiTheme="minorHAnsi"/>
          <w:color w:val="auto"/>
          <w:sz w:val="24"/>
          <w:szCs w:val="24"/>
        </w:rPr>
        <w:t xml:space="preserve"> with your Master in Teaching Program application</w:t>
      </w:r>
      <w:r w:rsidR="000356A0" w:rsidRPr="003329FE">
        <w:rPr>
          <w:rFonts w:asciiTheme="minorHAnsi" w:hAnsiTheme="minorHAnsi"/>
          <w:color w:val="auto"/>
          <w:sz w:val="24"/>
          <w:szCs w:val="24"/>
        </w:rPr>
        <w:t>.</w:t>
      </w:r>
      <w:r w:rsidR="00F80796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F80796" w:rsidRPr="00F80796">
        <w:rPr>
          <w:rFonts w:asciiTheme="minorHAnsi" w:hAnsiTheme="minorHAnsi"/>
          <w:b w:val="0"/>
          <w:color w:val="auto"/>
          <w:sz w:val="24"/>
          <w:szCs w:val="24"/>
        </w:rPr>
        <w:t>Forty hours expected within the past two years at time of application. If hours are still needed, please indicate intended time frame to finish hours.</w:t>
      </w:r>
      <w:r w:rsidR="00F80796">
        <w:rPr>
          <w:rFonts w:asciiTheme="minorHAnsi" w:hAnsiTheme="minorHAnsi"/>
          <w:b w:val="0"/>
          <w:color w:val="auto"/>
          <w:sz w:val="24"/>
          <w:szCs w:val="24"/>
        </w:rPr>
        <w:t xml:space="preserve"> </w:t>
      </w:r>
      <w:r w:rsidR="00F80796" w:rsidRPr="00F80796">
        <w:rPr>
          <w:rFonts w:asciiTheme="minorHAnsi" w:hAnsiTheme="minorHAnsi"/>
          <w:b w:val="0"/>
          <w:color w:val="auto"/>
          <w:sz w:val="24"/>
          <w:szCs w:val="24"/>
        </w:rPr>
        <w:t xml:space="preserve"> </w:t>
      </w:r>
      <w:r w:rsidR="003329FE" w:rsidRPr="00F80796">
        <w:rPr>
          <w:rFonts w:asciiTheme="minorHAnsi" w:hAnsiTheme="minorHAnsi"/>
          <w:b w:val="0"/>
          <w:color w:val="auto"/>
          <w:sz w:val="24"/>
          <w:szCs w:val="24"/>
        </w:rPr>
        <w:t>You may upload more than one form if you have multiple teachers or schools.</w:t>
      </w:r>
    </w:p>
    <w:p w:rsidR="003329FE" w:rsidRDefault="003329FE" w:rsidP="000602E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Style w:val="SubtleEmphasis"/>
          <w:color w:val="auto"/>
        </w:rPr>
      </w:pPr>
    </w:p>
    <w:p w:rsidR="002F67AA" w:rsidRPr="00F80796" w:rsidRDefault="002A5115" w:rsidP="000602E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Style w:val="SubtleEmphasis"/>
          <w:i w:val="0"/>
          <w:color w:val="auto"/>
        </w:rPr>
      </w:pPr>
      <w:r w:rsidRPr="00F80796">
        <w:rPr>
          <w:rStyle w:val="SubtleEmphasis"/>
          <w:i w:val="0"/>
          <w:color w:val="auto"/>
        </w:rPr>
        <w:t xml:space="preserve">Mentor Teacher:   </w:t>
      </w:r>
      <w:r w:rsidR="002F67AA" w:rsidRPr="00F80796">
        <w:rPr>
          <w:rStyle w:val="SubtleEmphasis"/>
          <w:i w:val="0"/>
          <w:color w:val="auto"/>
        </w:rPr>
        <w:t>_________________________________________________     Date: _____________________</w:t>
      </w:r>
    </w:p>
    <w:p w:rsidR="003329FE" w:rsidRPr="00F80796" w:rsidRDefault="003329FE" w:rsidP="000602E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Style w:val="SubtleEmphasis"/>
          <w:i w:val="0"/>
          <w:color w:val="auto"/>
        </w:rPr>
      </w:pPr>
      <w:r w:rsidRPr="00F80796">
        <w:rPr>
          <w:rStyle w:val="SubtleEmphasis"/>
          <w:i w:val="0"/>
          <w:color w:val="auto"/>
        </w:rPr>
        <w:t>Mentor Comments (optional):</w:t>
      </w:r>
    </w:p>
    <w:p w:rsidR="003329FE" w:rsidRPr="00F80796" w:rsidRDefault="003329FE" w:rsidP="000602E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Style w:val="SubtleEmphasis"/>
          <w:i w:val="0"/>
          <w:color w:val="auto"/>
        </w:rPr>
      </w:pPr>
    </w:p>
    <w:p w:rsidR="002F67AA" w:rsidRPr="00F80796" w:rsidRDefault="000602E7" w:rsidP="000602E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Style w:val="SubtleEmphasis"/>
          <w:i w:val="0"/>
          <w:color w:val="auto"/>
        </w:rPr>
      </w:pPr>
      <w:r w:rsidRPr="00F80796">
        <w:rPr>
          <w:rStyle w:val="SubtleEmphasis"/>
          <w:i w:val="0"/>
          <w:color w:val="auto"/>
        </w:rPr>
        <w:t xml:space="preserve">Teacher Candidate: </w:t>
      </w:r>
      <w:r w:rsidR="002F67AA" w:rsidRPr="00F80796">
        <w:rPr>
          <w:rStyle w:val="SubtleEmphasis"/>
          <w:i w:val="0"/>
          <w:color w:val="auto"/>
        </w:rPr>
        <w:t>_______________________________________________</w:t>
      </w:r>
      <w:r w:rsidRPr="00F80796">
        <w:rPr>
          <w:rStyle w:val="SubtleEmphasis"/>
          <w:i w:val="0"/>
          <w:color w:val="auto"/>
        </w:rPr>
        <w:t xml:space="preserve">  </w:t>
      </w:r>
      <w:r w:rsidR="002F67AA" w:rsidRPr="00F80796">
        <w:rPr>
          <w:rStyle w:val="SubtleEmphasis"/>
          <w:i w:val="0"/>
          <w:color w:val="auto"/>
        </w:rPr>
        <w:t xml:space="preserve">  Date: ______________________</w:t>
      </w:r>
    </w:p>
    <w:sectPr w:rsidR="002F67AA" w:rsidRPr="00F80796" w:rsidSect="0013355E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77" w:rsidRDefault="00374A77" w:rsidP="002A5115">
      <w:pPr>
        <w:spacing w:after="0" w:line="240" w:lineRule="auto"/>
      </w:pPr>
      <w:r>
        <w:separator/>
      </w:r>
    </w:p>
  </w:endnote>
  <w:endnote w:type="continuationSeparator" w:id="0">
    <w:p w:rsidR="00374A77" w:rsidRDefault="00374A77" w:rsidP="002A5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15" w:rsidRDefault="002A5115">
    <w:pPr>
      <w:pStyle w:val="Footer"/>
      <w:pBdr>
        <w:top w:val="single" w:sz="4" w:space="1" w:color="D9D9D9" w:themeColor="background1" w:themeShade="D9"/>
      </w:pBdr>
      <w:jc w:val="right"/>
    </w:pPr>
  </w:p>
  <w:p w:rsidR="002A5115" w:rsidRDefault="002A51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77" w:rsidRDefault="00374A77" w:rsidP="002A5115">
      <w:pPr>
        <w:spacing w:after="0" w:line="240" w:lineRule="auto"/>
      </w:pPr>
      <w:r>
        <w:separator/>
      </w:r>
    </w:p>
  </w:footnote>
  <w:footnote w:type="continuationSeparator" w:id="0">
    <w:p w:rsidR="00374A77" w:rsidRDefault="00374A77" w:rsidP="002A5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790" w:rsidRDefault="00CB3790">
    <w:pPr>
      <w:pStyle w:val="Header"/>
      <w:rPr>
        <w:noProof/>
        <w:lang w:eastAsia="en-US"/>
      </w:rPr>
    </w:pPr>
  </w:p>
  <w:p w:rsidR="00CB3790" w:rsidRDefault="00CB37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C4A"/>
    <w:rsid w:val="000356A0"/>
    <w:rsid w:val="000602E7"/>
    <w:rsid w:val="0013355E"/>
    <w:rsid w:val="00183AE6"/>
    <w:rsid w:val="002A5115"/>
    <w:rsid w:val="002F67AA"/>
    <w:rsid w:val="003329FE"/>
    <w:rsid w:val="0036475F"/>
    <w:rsid w:val="00374A77"/>
    <w:rsid w:val="003C10C7"/>
    <w:rsid w:val="00464BDF"/>
    <w:rsid w:val="00473EE7"/>
    <w:rsid w:val="00497D34"/>
    <w:rsid w:val="004A146D"/>
    <w:rsid w:val="0059103E"/>
    <w:rsid w:val="0061388F"/>
    <w:rsid w:val="006C0853"/>
    <w:rsid w:val="00770D82"/>
    <w:rsid w:val="00835EF1"/>
    <w:rsid w:val="0086278C"/>
    <w:rsid w:val="009C0E07"/>
    <w:rsid w:val="00A000AB"/>
    <w:rsid w:val="00A61DAD"/>
    <w:rsid w:val="00B654A7"/>
    <w:rsid w:val="00B72F5F"/>
    <w:rsid w:val="00BB47DD"/>
    <w:rsid w:val="00BE445E"/>
    <w:rsid w:val="00C541E0"/>
    <w:rsid w:val="00CB3790"/>
    <w:rsid w:val="00D00FDB"/>
    <w:rsid w:val="00D677CC"/>
    <w:rsid w:val="00E51EF7"/>
    <w:rsid w:val="00E812B7"/>
    <w:rsid w:val="00F64C4A"/>
    <w:rsid w:val="00F8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51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51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138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138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61388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A5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115"/>
  </w:style>
  <w:style w:type="paragraph" w:styleId="Footer">
    <w:name w:val="footer"/>
    <w:basedOn w:val="Normal"/>
    <w:link w:val="FooterChar"/>
    <w:uiPriority w:val="99"/>
    <w:unhideWhenUsed/>
    <w:rsid w:val="002A5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115"/>
  </w:style>
  <w:style w:type="character" w:customStyle="1" w:styleId="Heading1Char">
    <w:name w:val="Heading 1 Char"/>
    <w:basedOn w:val="DefaultParagraphFont"/>
    <w:link w:val="Heading1"/>
    <w:uiPriority w:val="9"/>
    <w:rsid w:val="002A51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A51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2A5115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07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51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51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138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138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61388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A5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115"/>
  </w:style>
  <w:style w:type="paragraph" w:styleId="Footer">
    <w:name w:val="footer"/>
    <w:basedOn w:val="Normal"/>
    <w:link w:val="FooterChar"/>
    <w:uiPriority w:val="99"/>
    <w:unhideWhenUsed/>
    <w:rsid w:val="002A5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115"/>
  </w:style>
  <w:style w:type="character" w:customStyle="1" w:styleId="Heading1Char">
    <w:name w:val="Heading 1 Char"/>
    <w:basedOn w:val="DefaultParagraphFont"/>
    <w:link w:val="Heading1"/>
    <w:uiPriority w:val="9"/>
    <w:rsid w:val="002A51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A51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2A5115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0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5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barnes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0477D-CB3F-4C49-B671-2720DF04D29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ECA8244-ECEB-492F-864E-A390C6BA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fbarnes</dc:creator>
  <cp:lastModifiedBy>Foran, Maggie</cp:lastModifiedBy>
  <cp:revision>2</cp:revision>
  <cp:lastPrinted>2016-09-15T23:26:00Z</cp:lastPrinted>
  <dcterms:created xsi:type="dcterms:W3CDTF">2016-09-16T23:15:00Z</dcterms:created>
  <dcterms:modified xsi:type="dcterms:W3CDTF">2016-09-16T23:15:00Z</dcterms:modified>
</cp:coreProperties>
</file>